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03EB6" w:rsidRPr="00803EB6">
        <w:rPr>
          <w:rFonts w:ascii="Corbel" w:hAnsi="Corbel"/>
          <w:b/>
          <w:smallCaps/>
          <w:sz w:val="24"/>
          <w:szCs w:val="24"/>
        </w:rPr>
        <w:t>20</w:t>
      </w:r>
      <w:r w:rsidR="00E275A5">
        <w:rPr>
          <w:rFonts w:ascii="Corbel" w:hAnsi="Corbel"/>
          <w:b/>
          <w:smallCaps/>
          <w:sz w:val="24"/>
          <w:szCs w:val="24"/>
        </w:rPr>
        <w:t>2</w:t>
      </w:r>
      <w:r w:rsidR="006154ED">
        <w:rPr>
          <w:rFonts w:ascii="Corbel" w:hAnsi="Corbel"/>
          <w:b/>
          <w:smallCaps/>
          <w:sz w:val="24"/>
          <w:szCs w:val="24"/>
        </w:rPr>
        <w:t>1</w:t>
      </w:r>
      <w:r w:rsidR="00803EB6" w:rsidRPr="00803EB6">
        <w:rPr>
          <w:rFonts w:ascii="Corbel" w:hAnsi="Corbel"/>
          <w:b/>
          <w:smallCaps/>
          <w:sz w:val="24"/>
          <w:szCs w:val="24"/>
        </w:rPr>
        <w:t xml:space="preserve"> -202</w:t>
      </w:r>
      <w:r w:rsidR="006154ED">
        <w:rPr>
          <w:rFonts w:ascii="Corbel" w:hAnsi="Corbel"/>
          <w:b/>
          <w:smallCaps/>
          <w:sz w:val="24"/>
          <w:szCs w:val="24"/>
        </w:rPr>
        <w:t>6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803EB6">
        <w:rPr>
          <w:rFonts w:ascii="Corbel" w:hAnsi="Corbel"/>
          <w:sz w:val="20"/>
          <w:szCs w:val="20"/>
        </w:rPr>
        <w:t xml:space="preserve">Rok akademicki   </w:t>
      </w:r>
      <w:r w:rsidR="00485E85">
        <w:rPr>
          <w:rFonts w:ascii="Corbel" w:hAnsi="Corbel"/>
          <w:smallCaps/>
          <w:sz w:val="24"/>
          <w:szCs w:val="24"/>
        </w:rPr>
        <w:t>202</w:t>
      </w:r>
      <w:r w:rsidR="006154ED">
        <w:rPr>
          <w:rFonts w:ascii="Corbel" w:hAnsi="Corbel"/>
          <w:smallCaps/>
          <w:sz w:val="24"/>
          <w:szCs w:val="24"/>
        </w:rPr>
        <w:t>3</w:t>
      </w:r>
      <w:r w:rsidR="00485E85">
        <w:rPr>
          <w:rFonts w:ascii="Corbel" w:hAnsi="Corbel"/>
          <w:smallCaps/>
          <w:sz w:val="24"/>
          <w:szCs w:val="24"/>
        </w:rPr>
        <w:t>/2</w:t>
      </w:r>
      <w:r w:rsidR="00E275A5">
        <w:rPr>
          <w:rFonts w:ascii="Corbel" w:hAnsi="Corbel"/>
          <w:smallCaps/>
          <w:sz w:val="24"/>
          <w:szCs w:val="24"/>
        </w:rPr>
        <w:t>02</w:t>
      </w:r>
      <w:r w:rsidR="006154ED">
        <w:rPr>
          <w:rFonts w:ascii="Corbel" w:hAnsi="Corbel"/>
          <w:smallCaps/>
          <w:sz w:val="24"/>
          <w:szCs w:val="24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bookmarkStart w:id="0" w:name="_GoBack"/>
      <w:bookmarkEnd w:id="0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715DEA" w:rsidRDefault="003F2192" w:rsidP="00715D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społeczno-przyrodniczej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AA496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AA496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F21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355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0E31D3">
        <w:trPr>
          <w:trHeight w:val="70"/>
        </w:trPr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31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F21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2A4F2A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F2192" w:rsidP="003F21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5</w:t>
            </w:r>
            <w:r w:rsidR="00290C2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AB4973" w:rsidRDefault="003F2192" w:rsidP="00AB49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="00B24700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etodyka poszczegól</w:t>
            </w:r>
            <w:r w:rsidR="000E31D3" w:rsidRPr="000E31D3">
              <w:rPr>
                <w:rFonts w:ascii="Corbel" w:hAnsi="Corbel"/>
                <w:b w:val="0"/>
                <w:sz w:val="24"/>
                <w:szCs w:val="24"/>
              </w:rPr>
              <w:t>nych typów edukacji</w:t>
            </w:r>
            <w:r w:rsidR="00B24700">
              <w:rPr>
                <w:rFonts w:ascii="Corbel" w:hAnsi="Corbel"/>
                <w:b w:val="0"/>
                <w:sz w:val="24"/>
                <w:szCs w:val="24"/>
              </w:rPr>
              <w:t xml:space="preserve"> z uwzględnieniem sp</w:t>
            </w:r>
            <w:r w:rsidR="00B24700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B24700">
              <w:rPr>
                <w:rFonts w:ascii="Corbel" w:hAnsi="Corbel"/>
                <w:b w:val="0"/>
                <w:sz w:val="24"/>
                <w:szCs w:val="24"/>
              </w:rPr>
              <w:t>sobu integrowania wiedzy i umiejętności dzieci i uczniów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3F21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31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Sławomira Pusz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13557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13557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F21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A4F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15DE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90C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C75F0B" w:rsidP="00C75F0B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216C90" w:rsidRDefault="0085747A" w:rsidP="00216C9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ED61F1">
        <w:rPr>
          <w:rFonts w:ascii="Corbel" w:hAnsi="Corbel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</w:t>
      </w:r>
      <w:r w:rsidRPr="009C54AE">
        <w:rPr>
          <w:rFonts w:ascii="Corbel" w:hAnsi="Corbel"/>
          <w:b w:val="0"/>
          <w:smallCaps w:val="0"/>
          <w:szCs w:val="24"/>
        </w:rPr>
        <w:t>e</w:t>
      </w:r>
      <w:r w:rsidRPr="009C54AE">
        <w:rPr>
          <w:rFonts w:ascii="Corbel" w:hAnsi="Corbel"/>
          <w:b w:val="0"/>
          <w:smallCaps w:val="0"/>
          <w:szCs w:val="24"/>
        </w:rPr>
        <w:t>ny)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817F3" w:rsidP="00290C2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i umiejętności z zakresu teoretycznych podstaw kształcenia, teoretyc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nych podstaw wychowania, psychologii ogólnej i rozwojowej  oraz  wiadomości i umiejętności z podstaw o środowisku społeczno- przyrodniczym</w:t>
            </w:r>
            <w:r w:rsidR="00A179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74398B" w:rsidRPr="009C54AE" w:rsidTr="00DE65B2">
        <w:tc>
          <w:tcPr>
            <w:tcW w:w="844" w:type="dxa"/>
            <w:vAlign w:val="center"/>
          </w:tcPr>
          <w:p w:rsidR="0074398B" w:rsidRPr="009C54AE" w:rsidRDefault="0074398B" w:rsidP="0074398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</w:tcPr>
          <w:p w:rsidR="0074398B" w:rsidRPr="00511266" w:rsidRDefault="0074398B" w:rsidP="00216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266">
              <w:rPr>
                <w:rFonts w:ascii="Corbel" w:hAnsi="Corbel"/>
                <w:sz w:val="24"/>
                <w:szCs w:val="24"/>
              </w:rPr>
              <w:t>Prezentacja metodyki edukacji społeczno-przyrodniczej na tle współczesnych ko</w:t>
            </w:r>
            <w:r w:rsidRPr="00511266">
              <w:rPr>
                <w:rFonts w:ascii="Corbel" w:hAnsi="Corbel"/>
                <w:sz w:val="24"/>
                <w:szCs w:val="24"/>
              </w:rPr>
              <w:t>n</w:t>
            </w:r>
            <w:r w:rsidRPr="00511266">
              <w:rPr>
                <w:rFonts w:ascii="Corbel" w:hAnsi="Corbel"/>
                <w:sz w:val="24"/>
                <w:szCs w:val="24"/>
              </w:rPr>
              <w:t xml:space="preserve">cepcji pedagogicznych </w:t>
            </w:r>
          </w:p>
        </w:tc>
      </w:tr>
      <w:tr w:rsidR="0074398B" w:rsidRPr="009C54AE" w:rsidTr="00DE65B2">
        <w:tc>
          <w:tcPr>
            <w:tcW w:w="844" w:type="dxa"/>
            <w:vAlign w:val="center"/>
          </w:tcPr>
          <w:p w:rsidR="0074398B" w:rsidRPr="009C54AE" w:rsidRDefault="0074398B" w:rsidP="0074398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</w:tcPr>
          <w:p w:rsidR="0074398B" w:rsidRPr="00511266" w:rsidRDefault="0074398B" w:rsidP="00216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266">
              <w:rPr>
                <w:rFonts w:ascii="Corbel" w:hAnsi="Corbel"/>
                <w:sz w:val="24"/>
                <w:szCs w:val="24"/>
              </w:rPr>
              <w:t>Wykorzystywanie wiedzy teoretycznej (dotyczącej nauki o środowisku przyrodniczym i środowisku społecznym) oraz wiedzy metodycznej do projektowania zajęć dyda</w:t>
            </w:r>
            <w:r w:rsidRPr="00511266">
              <w:rPr>
                <w:rFonts w:ascii="Corbel" w:hAnsi="Corbel"/>
                <w:sz w:val="24"/>
                <w:szCs w:val="24"/>
              </w:rPr>
              <w:t>k</w:t>
            </w:r>
            <w:r w:rsidRPr="00511266">
              <w:rPr>
                <w:rFonts w:ascii="Corbel" w:hAnsi="Corbel"/>
                <w:sz w:val="24"/>
                <w:szCs w:val="24"/>
              </w:rPr>
              <w:t>tycznych w zakresie edukacji środowiskowej w przedszkolu i klasach 1-3.</w:t>
            </w:r>
          </w:p>
        </w:tc>
      </w:tr>
      <w:tr w:rsidR="0074398B" w:rsidRPr="009C54AE" w:rsidTr="00DE65B2">
        <w:tc>
          <w:tcPr>
            <w:tcW w:w="844" w:type="dxa"/>
            <w:vAlign w:val="center"/>
          </w:tcPr>
          <w:p w:rsidR="0074398B" w:rsidRPr="009C54AE" w:rsidRDefault="0074398B" w:rsidP="0074398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</w:tcPr>
          <w:p w:rsidR="0074398B" w:rsidRPr="00511266" w:rsidRDefault="0074398B" w:rsidP="00216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266">
              <w:rPr>
                <w:rFonts w:ascii="Corbel" w:hAnsi="Corbel"/>
                <w:sz w:val="24"/>
                <w:szCs w:val="24"/>
              </w:rPr>
              <w:t>Umożliwienie zdobycia kompetencji w zakresie planowania i realizacji zajęć z zakresu tematyki społecznej i przyrodniczej</w:t>
            </w:r>
          </w:p>
        </w:tc>
      </w:tr>
      <w:tr w:rsidR="0074398B" w:rsidRPr="009C54AE" w:rsidTr="00DE65B2">
        <w:tc>
          <w:tcPr>
            <w:tcW w:w="844" w:type="dxa"/>
            <w:vAlign w:val="center"/>
          </w:tcPr>
          <w:p w:rsidR="0074398B" w:rsidRPr="009C54AE" w:rsidRDefault="0074398B" w:rsidP="0074398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6" w:type="dxa"/>
          </w:tcPr>
          <w:p w:rsidR="0074398B" w:rsidRPr="00511266" w:rsidRDefault="0074398B" w:rsidP="00216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266">
              <w:rPr>
                <w:rFonts w:ascii="Corbel" w:hAnsi="Corbel"/>
                <w:sz w:val="24"/>
                <w:szCs w:val="24"/>
              </w:rPr>
              <w:t>Stwarzanie warunków do zajęć badawczych, organizowanie sytuacji edukacyjnych umożliwiających dzieciom samodzielną eksplorację</w:t>
            </w:r>
            <w:r w:rsidR="00197919" w:rsidRPr="00511266">
              <w:rPr>
                <w:rFonts w:ascii="Corbel" w:hAnsi="Corbel"/>
                <w:sz w:val="24"/>
                <w:szCs w:val="24"/>
              </w:rPr>
              <w:t xml:space="preserve"> środowiska</w:t>
            </w:r>
            <w:r w:rsidRPr="005112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E95F74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E95F74">
        <w:tc>
          <w:tcPr>
            <w:tcW w:w="1681" w:type="dxa"/>
          </w:tcPr>
          <w:p w:rsidR="0085747A" w:rsidRPr="00216C90" w:rsidRDefault="0085747A" w:rsidP="00216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6C9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16C9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216C90" w:rsidRDefault="0074398B" w:rsidP="00216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6C90">
              <w:rPr>
                <w:rFonts w:ascii="Corbel" w:hAnsi="Corbel"/>
                <w:sz w:val="24"/>
                <w:szCs w:val="24"/>
              </w:rPr>
              <w:t>Student zna i rozumie sposoby wykorzystywania wiedzy teoretycznej o środowisku przyrodniczym i środowisku społecznym oraz wiedzy metodycznej do projektowania zajęć dydaktycznych w zakresie edukacji środowiskowej w przedszkolu i klasach I–III szkoły podstawowej</w:t>
            </w:r>
            <w:r w:rsidR="00197919" w:rsidRPr="00216C90"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65" w:type="dxa"/>
          </w:tcPr>
          <w:p w:rsidR="00715DEA" w:rsidRDefault="00715DEA" w:rsidP="00216C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15DEA" w:rsidRDefault="00715DEA" w:rsidP="00216C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C76F7" w:rsidRPr="00216C90" w:rsidRDefault="009C76F7" w:rsidP="00216C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16C90">
              <w:rPr>
                <w:rFonts w:ascii="Corbel" w:hAnsi="Corbel"/>
                <w:sz w:val="24"/>
                <w:szCs w:val="24"/>
              </w:rPr>
              <w:t>PPiW.W10</w:t>
            </w:r>
          </w:p>
          <w:p w:rsidR="0085747A" w:rsidRPr="00216C90" w:rsidRDefault="0085747A" w:rsidP="00216C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95F74" w:rsidRPr="009C54AE" w:rsidTr="00E95F74">
        <w:tc>
          <w:tcPr>
            <w:tcW w:w="1681" w:type="dxa"/>
          </w:tcPr>
          <w:p w:rsidR="00E95F74" w:rsidRPr="00216C90" w:rsidRDefault="00E95F74" w:rsidP="00216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6C90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1737D" w:rsidRPr="00216C90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  <w:vAlign w:val="center"/>
          </w:tcPr>
          <w:p w:rsidR="00E95F74" w:rsidRPr="00216C90" w:rsidRDefault="0074398B" w:rsidP="00216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6C90">
              <w:rPr>
                <w:rFonts w:ascii="Corbel" w:hAnsi="Corbel"/>
                <w:sz w:val="24"/>
                <w:szCs w:val="24"/>
              </w:rPr>
              <w:t>Zaprojektuje eksperyment uczniowski z zakresu wiedzy przyrodniczej</w:t>
            </w:r>
            <w:r w:rsidR="00197919" w:rsidRPr="00216C90"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65" w:type="dxa"/>
          </w:tcPr>
          <w:p w:rsidR="00A03CBE" w:rsidRPr="00216C90" w:rsidRDefault="00A03CBE" w:rsidP="00216C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16C90">
              <w:rPr>
                <w:rFonts w:ascii="Corbel" w:hAnsi="Corbel"/>
                <w:sz w:val="24"/>
                <w:szCs w:val="24"/>
              </w:rPr>
              <w:t>PPiW.U07</w:t>
            </w:r>
          </w:p>
          <w:p w:rsidR="00E95F74" w:rsidRPr="00216C90" w:rsidRDefault="00E95F74" w:rsidP="00216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748" w:rsidRPr="005E110E" w:rsidTr="00523748">
        <w:trPr>
          <w:trHeight w:val="787"/>
        </w:trPr>
        <w:tc>
          <w:tcPr>
            <w:tcW w:w="1681" w:type="dxa"/>
          </w:tcPr>
          <w:p w:rsidR="00523748" w:rsidRPr="00216C90" w:rsidRDefault="00523748" w:rsidP="00216C90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:rsidR="00523748" w:rsidRPr="00216C90" w:rsidRDefault="00915385" w:rsidP="00216C90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Wykon</w:t>
            </w:r>
            <w:r w:rsidR="0074398B" w:rsidRPr="00216C90">
              <w:rPr>
                <w:rFonts w:ascii="Corbel" w:hAnsi="Corbel"/>
                <w:bCs/>
                <w:sz w:val="24"/>
                <w:szCs w:val="24"/>
              </w:rPr>
              <w:t>uje proste doświadczenie za pomocą przedmiotów codziennego użytku i analizuje jego przebieg oraz kome</w:t>
            </w:r>
            <w:r w:rsidR="0074398B" w:rsidRPr="00216C90">
              <w:rPr>
                <w:rFonts w:ascii="Corbel" w:hAnsi="Corbel"/>
                <w:bCs/>
                <w:sz w:val="24"/>
                <w:szCs w:val="24"/>
              </w:rPr>
              <w:t>n</w:t>
            </w:r>
            <w:r w:rsidR="0074398B" w:rsidRPr="00216C90">
              <w:rPr>
                <w:rFonts w:ascii="Corbel" w:hAnsi="Corbel"/>
                <w:bCs/>
                <w:sz w:val="24"/>
                <w:szCs w:val="24"/>
              </w:rPr>
              <w:t>tuje efekt odwołując się do praw fizyki</w:t>
            </w:r>
            <w:r w:rsidR="00197919" w:rsidRPr="00216C90">
              <w:rPr>
                <w:rFonts w:ascii="Corbel" w:hAnsi="Corbel"/>
                <w:bCs/>
                <w:sz w:val="24"/>
                <w:szCs w:val="24"/>
              </w:rPr>
              <w:t>;</w:t>
            </w:r>
          </w:p>
        </w:tc>
        <w:tc>
          <w:tcPr>
            <w:tcW w:w="1865" w:type="dxa"/>
          </w:tcPr>
          <w:p w:rsidR="00715DEA" w:rsidRDefault="00715DEA" w:rsidP="00216C90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</w:p>
          <w:p w:rsidR="00A03CBE" w:rsidRPr="00216C90" w:rsidRDefault="00A03CBE" w:rsidP="00216C90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PPiW.U08</w:t>
            </w:r>
          </w:p>
          <w:p w:rsidR="00523748" w:rsidRPr="00216C90" w:rsidRDefault="00523748" w:rsidP="00216C90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</w:p>
        </w:tc>
      </w:tr>
      <w:tr w:rsidR="00523748" w:rsidRPr="005E110E" w:rsidTr="00E95F74">
        <w:tc>
          <w:tcPr>
            <w:tcW w:w="1681" w:type="dxa"/>
          </w:tcPr>
          <w:p w:rsidR="00523748" w:rsidRPr="00216C90" w:rsidRDefault="00523748" w:rsidP="00216C90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:rsidR="00523748" w:rsidRPr="00216C90" w:rsidRDefault="00915385" w:rsidP="00216C90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Dostosuje metody i formy pracy dydaktyczno- wych</w:t>
            </w:r>
            <w:r w:rsidRPr="00216C90">
              <w:rPr>
                <w:rFonts w:ascii="Corbel" w:hAnsi="Corbel"/>
                <w:bCs/>
                <w:sz w:val="24"/>
                <w:szCs w:val="24"/>
              </w:rPr>
              <w:t>o</w:t>
            </w:r>
            <w:r w:rsidRPr="00216C90">
              <w:rPr>
                <w:rFonts w:ascii="Corbel" w:hAnsi="Corbel"/>
                <w:bCs/>
                <w:sz w:val="24"/>
                <w:szCs w:val="24"/>
              </w:rPr>
              <w:t>wawczej w zakresie edukacji społeczno- przyrodniczej do uprzednio sformułowanych celów wychowania i kształc</w:t>
            </w:r>
            <w:r w:rsidRPr="00216C90">
              <w:rPr>
                <w:rFonts w:ascii="Corbel" w:hAnsi="Corbel"/>
                <w:bCs/>
                <w:sz w:val="24"/>
                <w:szCs w:val="24"/>
              </w:rPr>
              <w:t>e</w:t>
            </w:r>
            <w:r w:rsidRPr="00216C90">
              <w:rPr>
                <w:rFonts w:ascii="Corbel" w:hAnsi="Corbel"/>
                <w:bCs/>
                <w:sz w:val="24"/>
                <w:szCs w:val="24"/>
              </w:rPr>
              <w:t>nia</w:t>
            </w:r>
            <w:r w:rsidR="00197919" w:rsidRPr="00216C90">
              <w:rPr>
                <w:rFonts w:ascii="Corbel" w:hAnsi="Corbel"/>
                <w:bCs/>
                <w:sz w:val="24"/>
                <w:szCs w:val="24"/>
              </w:rPr>
              <w:t>;</w:t>
            </w:r>
          </w:p>
        </w:tc>
        <w:tc>
          <w:tcPr>
            <w:tcW w:w="1865" w:type="dxa"/>
          </w:tcPr>
          <w:p w:rsidR="00A03CBE" w:rsidRPr="00216C90" w:rsidRDefault="00A03CBE" w:rsidP="00216C90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PPiW.U04</w:t>
            </w:r>
          </w:p>
          <w:p w:rsidR="00A03CBE" w:rsidRPr="00216C90" w:rsidRDefault="00A03CBE" w:rsidP="00216C90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PPiW.U09</w:t>
            </w:r>
          </w:p>
          <w:p w:rsidR="00523748" w:rsidRPr="00216C90" w:rsidRDefault="00A03CBE" w:rsidP="00216C90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PPiW.U10</w:t>
            </w:r>
          </w:p>
        </w:tc>
      </w:tr>
      <w:tr w:rsidR="009C76F7" w:rsidRPr="005E110E" w:rsidTr="00E95F74">
        <w:tc>
          <w:tcPr>
            <w:tcW w:w="1681" w:type="dxa"/>
          </w:tcPr>
          <w:p w:rsidR="009C76F7" w:rsidRPr="00216C90" w:rsidRDefault="00197919" w:rsidP="00216C90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EK_05</w:t>
            </w:r>
          </w:p>
        </w:tc>
        <w:tc>
          <w:tcPr>
            <w:tcW w:w="5974" w:type="dxa"/>
          </w:tcPr>
          <w:p w:rsidR="009C76F7" w:rsidRPr="00216C90" w:rsidRDefault="009C76F7" w:rsidP="00216C90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 xml:space="preserve">Zaplanuje wycieczkę oraz oceni jej oddziaływanie na </w:t>
            </w:r>
            <w:r w:rsidR="004676FD" w:rsidRPr="00216C90">
              <w:rPr>
                <w:rFonts w:ascii="Corbel" w:hAnsi="Corbel"/>
                <w:bCs/>
                <w:sz w:val="24"/>
                <w:szCs w:val="24"/>
              </w:rPr>
              <w:t>wi</w:t>
            </w:r>
            <w:r w:rsidR="004676FD" w:rsidRPr="00216C90">
              <w:rPr>
                <w:rFonts w:ascii="Corbel" w:hAnsi="Corbel"/>
                <w:bCs/>
                <w:sz w:val="24"/>
                <w:szCs w:val="24"/>
              </w:rPr>
              <w:t>e</w:t>
            </w:r>
            <w:r w:rsidR="004676FD" w:rsidRPr="00216C90">
              <w:rPr>
                <w:rFonts w:ascii="Corbel" w:hAnsi="Corbel"/>
                <w:bCs/>
                <w:sz w:val="24"/>
                <w:szCs w:val="24"/>
              </w:rPr>
              <w:t>dzę i postawy wychowanków wobec przyrody, kultury:</w:t>
            </w:r>
          </w:p>
        </w:tc>
        <w:tc>
          <w:tcPr>
            <w:tcW w:w="1865" w:type="dxa"/>
          </w:tcPr>
          <w:p w:rsidR="00ED23C6" w:rsidRPr="00216C90" w:rsidRDefault="00ED23C6" w:rsidP="00216C90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PPiW.W15</w:t>
            </w:r>
          </w:p>
          <w:p w:rsidR="009C76F7" w:rsidRPr="00216C90" w:rsidRDefault="004676FD" w:rsidP="00437058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PPiW.K02</w:t>
            </w:r>
          </w:p>
        </w:tc>
      </w:tr>
      <w:tr w:rsidR="00523748" w:rsidRPr="005E110E" w:rsidTr="00E95F74">
        <w:tc>
          <w:tcPr>
            <w:tcW w:w="1681" w:type="dxa"/>
          </w:tcPr>
          <w:p w:rsidR="00523748" w:rsidRPr="00216C90" w:rsidRDefault="00523748" w:rsidP="00216C90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EK_0</w:t>
            </w:r>
            <w:r w:rsidR="00197919" w:rsidRPr="00216C90">
              <w:rPr>
                <w:rFonts w:ascii="Corbel" w:hAnsi="Corbel"/>
                <w:bCs/>
                <w:sz w:val="24"/>
                <w:szCs w:val="24"/>
              </w:rPr>
              <w:t>6</w:t>
            </w:r>
          </w:p>
        </w:tc>
        <w:tc>
          <w:tcPr>
            <w:tcW w:w="5974" w:type="dxa"/>
          </w:tcPr>
          <w:p w:rsidR="00523748" w:rsidRPr="00216C90" w:rsidRDefault="004676FD" w:rsidP="00216C90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Jest gotów do budzenia  i podtrzymywania w uczniach zainteresowań</w:t>
            </w:r>
            <w:r w:rsidR="00A03CBE" w:rsidRPr="00216C90">
              <w:rPr>
                <w:rFonts w:ascii="Corbel" w:hAnsi="Corbel"/>
                <w:bCs/>
                <w:sz w:val="24"/>
                <w:szCs w:val="24"/>
              </w:rPr>
              <w:t xml:space="preserve"> otoczeniem i ciekawości odkrywcy</w:t>
            </w:r>
            <w:r w:rsidR="001007A1" w:rsidRPr="00216C90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="00A03CBE" w:rsidRPr="00216C90" w:rsidRDefault="00A03CBE" w:rsidP="00216C90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PPiW.U06</w:t>
            </w:r>
          </w:p>
          <w:p w:rsidR="00523748" w:rsidRPr="00216C90" w:rsidRDefault="00523748" w:rsidP="00216C90">
            <w:pPr>
              <w:spacing w:after="0" w:line="240" w:lineRule="auto"/>
              <w:jc w:val="right"/>
              <w:rPr>
                <w:rFonts w:ascii="Corbel" w:hAnsi="Corbel"/>
                <w:bCs/>
                <w:sz w:val="24"/>
                <w:szCs w:val="24"/>
              </w:rPr>
            </w:pPr>
          </w:p>
        </w:tc>
      </w:tr>
    </w:tbl>
    <w:p w:rsidR="0085747A" w:rsidRPr="005E110E" w:rsidRDefault="0085747A" w:rsidP="005E110E">
      <w:pPr>
        <w:spacing w:line="240" w:lineRule="auto"/>
        <w:jc w:val="right"/>
        <w:rPr>
          <w:rFonts w:ascii="Times New Roman" w:hAnsi="Times New Roman"/>
          <w:bCs/>
        </w:rPr>
      </w:pPr>
    </w:p>
    <w:p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3F2192" w:rsidRPr="009C54AE" w:rsidRDefault="003F219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675843" w:rsidRPr="003F2192" w:rsidRDefault="0085747A" w:rsidP="003F219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2374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56F5F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 xml:space="preserve">Strategie nauczania </w:t>
            </w:r>
            <w:r>
              <w:rPr>
                <w:rFonts w:ascii="Corbel" w:hAnsi="Corbel"/>
                <w:sz w:val="24"/>
                <w:szCs w:val="24"/>
              </w:rPr>
              <w:t xml:space="preserve">–uczenia się </w:t>
            </w:r>
            <w:r w:rsidRPr="007861C5">
              <w:rPr>
                <w:rFonts w:ascii="Corbel" w:hAnsi="Corbel"/>
                <w:sz w:val="24"/>
                <w:szCs w:val="24"/>
              </w:rPr>
              <w:t>wykorzystywane do zajęć edukacji społeczno-przyrodniczej: podające, problemowe, eksponujące i oparte na działaniu.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56F5F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sytuacji  umożliwiających dziecku/uczniowi samorealizację</w:t>
            </w:r>
            <w:r w:rsidRPr="007861C5">
              <w:rPr>
                <w:rFonts w:ascii="Corbel" w:hAnsi="Corbel"/>
                <w:sz w:val="24"/>
                <w:szCs w:val="24"/>
              </w:rPr>
              <w:t xml:space="preserve"> – rozwijanie myślenia dzieci.</w:t>
            </w:r>
          </w:p>
        </w:tc>
      </w:tr>
      <w:tr w:rsidR="00556F5F" w:rsidRPr="009C54AE" w:rsidTr="00523748">
        <w:tc>
          <w:tcPr>
            <w:tcW w:w="9520" w:type="dxa"/>
          </w:tcPr>
          <w:p w:rsidR="00556F5F" w:rsidRPr="009C54AE" w:rsidRDefault="00556F5F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lastRenderedPageBreak/>
              <w:t>Kształtowanie pojęć (etapy i metody): łańcuch pokarmowy, ssaki, ptaki , owady, gady, płazy</w:t>
            </w:r>
          </w:p>
        </w:tc>
      </w:tr>
      <w:tr w:rsidR="00556F5F" w:rsidRPr="009C54AE" w:rsidTr="00523748">
        <w:tc>
          <w:tcPr>
            <w:tcW w:w="9520" w:type="dxa"/>
          </w:tcPr>
          <w:p w:rsidR="00556F5F" w:rsidRPr="009C54AE" w:rsidRDefault="00556F5F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 xml:space="preserve">Metody </w:t>
            </w:r>
            <w:r>
              <w:rPr>
                <w:rFonts w:ascii="Corbel" w:hAnsi="Corbel"/>
                <w:sz w:val="24"/>
                <w:szCs w:val="24"/>
              </w:rPr>
              <w:t xml:space="preserve">i zasady pracy </w:t>
            </w:r>
            <w:r w:rsidRPr="007861C5">
              <w:rPr>
                <w:rFonts w:ascii="Corbel" w:hAnsi="Corbel"/>
                <w:sz w:val="24"/>
                <w:szCs w:val="24"/>
              </w:rPr>
              <w:t>stosowane w edukacji społeczno-przyrodniczej: m.in. obserwacja, h</w:t>
            </w:r>
            <w:r w:rsidRPr="007861C5">
              <w:rPr>
                <w:rFonts w:ascii="Corbel" w:hAnsi="Corbel"/>
                <w:sz w:val="24"/>
                <w:szCs w:val="24"/>
              </w:rPr>
              <w:t>o</w:t>
            </w:r>
            <w:r w:rsidRPr="007861C5">
              <w:rPr>
                <w:rFonts w:ascii="Corbel" w:hAnsi="Corbel"/>
                <w:sz w:val="24"/>
                <w:szCs w:val="24"/>
              </w:rPr>
              <w:t xml:space="preserve">dowla. Części roślin ( modyfikacja u wybranych); Budowa roślin.   </w:t>
            </w:r>
          </w:p>
        </w:tc>
      </w:tr>
      <w:tr w:rsidR="00556F5F" w:rsidRPr="009C54AE" w:rsidTr="00523748">
        <w:tc>
          <w:tcPr>
            <w:tcW w:w="9520" w:type="dxa"/>
          </w:tcPr>
          <w:p w:rsidR="00556F5F" w:rsidRPr="007861C5" w:rsidRDefault="00556F5F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 xml:space="preserve"> Praca badawcza dziecka –szczególna rola doświadczenia i eksperymentu</w:t>
            </w:r>
            <w:r w:rsidR="005112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56F5F" w:rsidRPr="009C54AE" w:rsidTr="00523748">
        <w:tc>
          <w:tcPr>
            <w:tcW w:w="9520" w:type="dxa"/>
          </w:tcPr>
          <w:p w:rsidR="00556F5F" w:rsidRPr="009C54AE" w:rsidRDefault="00556F5F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Formy aktywności dzieci w kontaktach ze środowiskiem. Wycieczka dydaktyczna jako po</w:t>
            </w:r>
            <w:r w:rsidRPr="007861C5">
              <w:rPr>
                <w:rFonts w:ascii="Corbel" w:hAnsi="Corbel"/>
                <w:sz w:val="24"/>
                <w:szCs w:val="24"/>
              </w:rPr>
              <w:t>d</w:t>
            </w:r>
            <w:r w:rsidRPr="007861C5">
              <w:rPr>
                <w:rFonts w:ascii="Corbel" w:hAnsi="Corbel"/>
                <w:sz w:val="24"/>
                <w:szCs w:val="24"/>
              </w:rPr>
              <w:t>stawowa  forma zajęć edukacji społeczno-przyrodniczej.</w:t>
            </w:r>
          </w:p>
        </w:tc>
      </w:tr>
      <w:tr w:rsidR="00556F5F" w:rsidRPr="009C54AE" w:rsidTr="00523748">
        <w:tc>
          <w:tcPr>
            <w:tcW w:w="9520" w:type="dxa"/>
          </w:tcPr>
          <w:p w:rsidR="00556F5F" w:rsidRDefault="00A1798C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Rozwijanie dziecięcych zainteresowań przyrodą i kulturą; działalność dydaktyczno- wych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wawcza nauczyciela</w:t>
            </w:r>
            <w:r w:rsidR="005112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3F2192" w:rsidRDefault="0085747A" w:rsidP="003F219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2374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E432B0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Cele kształcenia edukacji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przyrodniczej – analiza podstawy programowej i wybr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nych programów wychowania przedszkolnego i edukacji wczesnoszkolnej</w:t>
            </w:r>
            <w:r w:rsidR="005112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E432B0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Zasady nauczania edukacji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przyrodniczej</w:t>
            </w:r>
            <w:r w:rsidR="005112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7861C5" w:rsidRDefault="00E432B0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Analiza podstawy programowej i wybranych programów edukacyjnych oraz podręczników pod kątem treści edukacji społeczno-przyrodniczej</w:t>
            </w:r>
            <w:r w:rsidR="005112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E432B0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4129">
              <w:rPr>
                <w:rFonts w:ascii="Corbel" w:hAnsi="Corbel"/>
                <w:sz w:val="24"/>
                <w:szCs w:val="24"/>
              </w:rPr>
              <w:t>Kształtowanie umiejętności obserwacji zjawisk społeczno-przyrodniczych i dostrzegania mi</w:t>
            </w:r>
            <w:r w:rsidRPr="00384129">
              <w:rPr>
                <w:rFonts w:ascii="Corbel" w:hAnsi="Corbel"/>
                <w:sz w:val="24"/>
                <w:szCs w:val="24"/>
              </w:rPr>
              <w:t>ę</w:t>
            </w:r>
            <w:r w:rsidRPr="00384129">
              <w:rPr>
                <w:rFonts w:ascii="Corbel" w:hAnsi="Corbel"/>
                <w:sz w:val="24"/>
                <w:szCs w:val="24"/>
              </w:rPr>
              <w:t>d</w:t>
            </w:r>
            <w:r>
              <w:rPr>
                <w:rFonts w:ascii="Corbel" w:hAnsi="Corbel"/>
                <w:sz w:val="24"/>
                <w:szCs w:val="24"/>
              </w:rPr>
              <w:t xml:space="preserve">zy nimi związków i zależności 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7861C5" w:rsidRDefault="00E432B0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 xml:space="preserve">Metody problemowe; eksperyment (działania eksperymentalne dzieci młodszych) </w:t>
            </w:r>
            <w:r w:rsidR="00A1798C">
              <w:rPr>
                <w:rFonts w:ascii="Corbel" w:hAnsi="Corbel"/>
                <w:sz w:val="24"/>
                <w:szCs w:val="24"/>
              </w:rPr>
              <w:t>wykonyw</w:t>
            </w:r>
            <w:r w:rsidR="00A1798C">
              <w:rPr>
                <w:rFonts w:ascii="Corbel" w:hAnsi="Corbel"/>
                <w:sz w:val="24"/>
                <w:szCs w:val="24"/>
              </w:rPr>
              <w:t>a</w:t>
            </w:r>
            <w:r w:rsidR="00A1798C">
              <w:rPr>
                <w:rFonts w:ascii="Corbel" w:hAnsi="Corbel"/>
                <w:sz w:val="24"/>
                <w:szCs w:val="24"/>
              </w:rPr>
              <w:t xml:space="preserve">nie doświadczeń. </w:t>
            </w:r>
            <w:r w:rsidRPr="007861C5">
              <w:rPr>
                <w:rFonts w:ascii="Corbel" w:hAnsi="Corbel"/>
                <w:sz w:val="24"/>
                <w:szCs w:val="24"/>
              </w:rPr>
              <w:t>Właściwości wody i powietrza; znaczenie dla człowieka i organizmów ż</w:t>
            </w:r>
            <w:r w:rsidRPr="007861C5">
              <w:rPr>
                <w:rFonts w:ascii="Corbel" w:hAnsi="Corbel"/>
                <w:sz w:val="24"/>
                <w:szCs w:val="24"/>
              </w:rPr>
              <w:t>y</w:t>
            </w:r>
            <w:r w:rsidRPr="007861C5">
              <w:rPr>
                <w:rFonts w:ascii="Corbel" w:hAnsi="Corbel"/>
                <w:sz w:val="24"/>
                <w:szCs w:val="24"/>
              </w:rPr>
              <w:t>wych- projektowanie scenariuszy</w:t>
            </w:r>
            <w:r w:rsidR="005112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7861C5" w:rsidRDefault="00E432B0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Wycieczka dydaktyczna -tematyka społeczna, przyrodnicza (przygotowanie, realizacja, po</w:t>
            </w:r>
            <w:r w:rsidRPr="007861C5">
              <w:rPr>
                <w:rFonts w:ascii="Corbel" w:hAnsi="Corbel"/>
                <w:sz w:val="24"/>
                <w:szCs w:val="24"/>
              </w:rPr>
              <w:t>d</w:t>
            </w:r>
            <w:r w:rsidRPr="007861C5">
              <w:rPr>
                <w:rFonts w:ascii="Corbel" w:hAnsi="Corbel"/>
                <w:sz w:val="24"/>
                <w:szCs w:val="24"/>
              </w:rPr>
              <w:t>sumowanie)- projektowanie scenariuszy</w:t>
            </w:r>
            <w:r w:rsidR="005112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E432B0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Środki i pomoce dydaktyczne stosowane w edukacji społeczno-przyrodniczej</w:t>
            </w:r>
            <w:r w:rsidR="005112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E432B0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Analiza scenariuszy zajęć pod kątem wykorzystanych różnych strategii nauczania.</w:t>
            </w:r>
          </w:p>
        </w:tc>
      </w:tr>
      <w:tr w:rsidR="00556F5F" w:rsidRPr="009C54AE" w:rsidTr="00523748">
        <w:tc>
          <w:tcPr>
            <w:tcW w:w="9520" w:type="dxa"/>
          </w:tcPr>
          <w:p w:rsidR="00556F5F" w:rsidRPr="007861C5" w:rsidRDefault="00E432B0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 xml:space="preserve">Działania na rzecz ochrony przyrody. Ekologia, sozologia, recykling, smog itp. Niszczenie przyrody przez człowieka- projektowanie </w:t>
            </w:r>
            <w:r w:rsidR="00453CF0">
              <w:rPr>
                <w:rFonts w:ascii="Corbel" w:hAnsi="Corbel"/>
                <w:sz w:val="24"/>
                <w:szCs w:val="24"/>
              </w:rPr>
              <w:t xml:space="preserve">i prezentowanie </w:t>
            </w:r>
            <w:r w:rsidRPr="007861C5">
              <w:rPr>
                <w:rFonts w:ascii="Corbel" w:hAnsi="Corbel"/>
                <w:sz w:val="24"/>
                <w:szCs w:val="24"/>
              </w:rPr>
              <w:t>scenariuszy</w:t>
            </w:r>
            <w:r w:rsidR="005112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007A1" w:rsidRPr="009C54AE" w:rsidTr="00523748">
        <w:tc>
          <w:tcPr>
            <w:tcW w:w="9520" w:type="dxa"/>
          </w:tcPr>
          <w:p w:rsidR="001007A1" w:rsidRPr="007861C5" w:rsidRDefault="001007A1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Ochrona przyrody. </w:t>
            </w:r>
            <w:r w:rsidRPr="007861C5">
              <w:rPr>
                <w:rFonts w:ascii="Corbel" w:hAnsi="Corbel"/>
                <w:sz w:val="24"/>
                <w:szCs w:val="24"/>
              </w:rPr>
              <w:t xml:space="preserve">Parki narodowe i rezerwaty; pomniki przyrody w najbliższym otoczeniu - projektowanie </w:t>
            </w:r>
            <w:r w:rsidR="00453CF0">
              <w:rPr>
                <w:rFonts w:ascii="Corbel" w:hAnsi="Corbel"/>
                <w:sz w:val="24"/>
                <w:szCs w:val="24"/>
              </w:rPr>
              <w:t xml:space="preserve">i prezentowanie </w:t>
            </w:r>
            <w:r w:rsidRPr="007861C5">
              <w:rPr>
                <w:rFonts w:ascii="Corbel" w:hAnsi="Corbel"/>
                <w:sz w:val="24"/>
                <w:szCs w:val="24"/>
              </w:rPr>
              <w:t>scenariuszy</w:t>
            </w:r>
            <w:r w:rsidR="005112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007A1" w:rsidRPr="009C54AE" w:rsidTr="00523748">
        <w:tc>
          <w:tcPr>
            <w:tcW w:w="9520" w:type="dxa"/>
          </w:tcPr>
          <w:p w:rsidR="001007A1" w:rsidRPr="007861C5" w:rsidRDefault="001007A1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 xml:space="preserve">Człowiek w świecie ludzi – prawa i obowiązki ucznia, normy i reguły postępowania w grupie, zawody wykonywane - projektowanie </w:t>
            </w:r>
            <w:r w:rsidR="00453CF0">
              <w:rPr>
                <w:rFonts w:ascii="Corbel" w:hAnsi="Corbel"/>
                <w:sz w:val="24"/>
                <w:szCs w:val="24"/>
              </w:rPr>
              <w:t xml:space="preserve">i prezentowanie </w:t>
            </w:r>
            <w:r w:rsidRPr="007861C5">
              <w:rPr>
                <w:rFonts w:ascii="Corbel" w:hAnsi="Corbel"/>
                <w:sz w:val="24"/>
                <w:szCs w:val="24"/>
              </w:rPr>
              <w:t>scenariuszy</w:t>
            </w:r>
            <w:r w:rsidR="005112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007A1" w:rsidRPr="009C54AE" w:rsidTr="00523748">
        <w:tc>
          <w:tcPr>
            <w:tcW w:w="9520" w:type="dxa"/>
          </w:tcPr>
          <w:p w:rsidR="001007A1" w:rsidRPr="007861C5" w:rsidRDefault="001007A1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Mapy mentalne i inne metody aktywizujące stosowane w celu porządkownia i utrwalania wi</w:t>
            </w:r>
            <w:r w:rsidRPr="007861C5">
              <w:rPr>
                <w:rFonts w:ascii="Corbel" w:hAnsi="Corbel"/>
                <w:sz w:val="24"/>
                <w:szCs w:val="24"/>
              </w:rPr>
              <w:t>e</w:t>
            </w:r>
            <w:r w:rsidRPr="007861C5">
              <w:rPr>
                <w:rFonts w:ascii="Corbel" w:hAnsi="Corbel"/>
                <w:sz w:val="24"/>
                <w:szCs w:val="24"/>
              </w:rPr>
              <w:t>dzy</w:t>
            </w:r>
            <w:r w:rsidR="00BD083E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podsumowanie zajęć.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1798C" w:rsidRPr="00A1798C" w:rsidRDefault="00A1798C" w:rsidP="00A1798C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A1798C">
        <w:rPr>
          <w:rFonts w:ascii="Corbel" w:hAnsi="Corbel"/>
          <w:sz w:val="24"/>
          <w:szCs w:val="24"/>
        </w:rPr>
        <w:t>Wykład: wykład konwencjonalny i /wykład z prezentacją multimedialną;</w:t>
      </w:r>
    </w:p>
    <w:p w:rsidR="00A1798C" w:rsidRPr="00A1798C" w:rsidRDefault="00A1798C" w:rsidP="00A1798C">
      <w:pPr>
        <w:rPr>
          <w:rFonts w:ascii="Corbel" w:hAnsi="Corbel"/>
          <w:sz w:val="24"/>
          <w:szCs w:val="24"/>
        </w:rPr>
      </w:pPr>
      <w:r w:rsidRPr="00A1798C">
        <w:rPr>
          <w:rFonts w:ascii="Corbel" w:hAnsi="Corbel"/>
          <w:sz w:val="24"/>
          <w:szCs w:val="24"/>
        </w:rPr>
        <w:t>Ćwiczenia: analiza tekstów źródłowych z  dyskusją,  metody problemowe, metody gier dyda</w:t>
      </w:r>
      <w:r w:rsidRPr="00A1798C">
        <w:rPr>
          <w:rFonts w:ascii="Corbel" w:hAnsi="Corbel"/>
          <w:sz w:val="24"/>
          <w:szCs w:val="24"/>
        </w:rPr>
        <w:t>k</w:t>
      </w:r>
      <w:r w:rsidRPr="00A1798C">
        <w:rPr>
          <w:rFonts w:ascii="Corbel" w:hAnsi="Corbel"/>
          <w:sz w:val="24"/>
          <w:szCs w:val="24"/>
        </w:rPr>
        <w:t>tycznych, praca grupowa</w:t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0"/>
        <w:gridCol w:w="5673"/>
        <w:gridCol w:w="2117"/>
      </w:tblGrid>
      <w:tr w:rsidR="0085747A" w:rsidRPr="009C54AE" w:rsidTr="005E110E">
        <w:trPr>
          <w:trHeight w:val="1178"/>
        </w:trPr>
        <w:tc>
          <w:tcPr>
            <w:tcW w:w="1730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673" w:type="dxa"/>
            <w:vAlign w:val="center"/>
          </w:tcPr>
          <w:p w:rsidR="0085747A" w:rsidRPr="005E110E" w:rsidRDefault="00A84C85" w:rsidP="005E11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E110E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uczenia </w:t>
            </w:r>
            <w:proofErr w:type="spellStart"/>
            <w:r w:rsidRPr="005E110E">
              <w:rPr>
                <w:rFonts w:ascii="Corbel" w:hAnsi="Corbel"/>
                <w:b w:val="0"/>
                <w:smallCaps w:val="0"/>
                <w:szCs w:val="24"/>
              </w:rPr>
              <w:t>sie</w:t>
            </w:r>
            <w:proofErr w:type="spellEnd"/>
          </w:p>
          <w:p w:rsidR="0085747A" w:rsidRPr="009C54AE" w:rsidRDefault="009F4610" w:rsidP="005E11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E110E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5E110E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5E110E">
        <w:tc>
          <w:tcPr>
            <w:tcW w:w="173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673" w:type="dxa"/>
          </w:tcPr>
          <w:p w:rsidR="0085747A" w:rsidRPr="005E110E" w:rsidRDefault="00216C90" w:rsidP="005E110E">
            <w:pPr>
              <w:pStyle w:val="Punktygwne"/>
              <w:spacing w:before="0" w:after="0"/>
              <w:ind w:left="3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E5995" w:rsidRPr="005E110E">
              <w:rPr>
                <w:rFonts w:ascii="Corbel" w:hAnsi="Corbel"/>
                <w:b w:val="0"/>
                <w:smallCaps w:val="0"/>
                <w:szCs w:val="24"/>
              </w:rPr>
              <w:t xml:space="preserve">olokwium </w:t>
            </w:r>
            <w:r w:rsidR="00197919" w:rsidRPr="005E110E">
              <w:rPr>
                <w:rFonts w:ascii="Corbel" w:hAnsi="Corbel"/>
                <w:b w:val="0"/>
                <w:smallCaps w:val="0"/>
                <w:szCs w:val="24"/>
              </w:rPr>
              <w:t>uwzględniające wiedzę z wykładów i ćw</w:t>
            </w:r>
            <w:r w:rsidR="00197919" w:rsidRPr="005E110E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197919" w:rsidRPr="005E110E">
              <w:rPr>
                <w:rFonts w:ascii="Corbel" w:hAnsi="Corbel"/>
                <w:b w:val="0"/>
                <w:smallCaps w:val="0"/>
                <w:szCs w:val="24"/>
              </w:rPr>
              <w:t>czeń</w:t>
            </w:r>
          </w:p>
        </w:tc>
        <w:tc>
          <w:tcPr>
            <w:tcW w:w="2117" w:type="dxa"/>
          </w:tcPr>
          <w:p w:rsidR="0085747A" w:rsidRPr="005E110E" w:rsidRDefault="00BD083E" w:rsidP="005E110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5E110E">
              <w:rPr>
                <w:rFonts w:ascii="Corbel" w:hAnsi="Corbel"/>
                <w:b w:val="0"/>
                <w:smallCaps w:val="0"/>
                <w:szCs w:val="24"/>
              </w:rPr>
              <w:t>ćwiczenia i wykłady</w:t>
            </w:r>
          </w:p>
        </w:tc>
      </w:tr>
      <w:tr w:rsidR="0085747A" w:rsidRPr="009C54AE" w:rsidTr="005E110E">
        <w:tc>
          <w:tcPr>
            <w:tcW w:w="173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673" w:type="dxa"/>
          </w:tcPr>
          <w:p w:rsidR="0085747A" w:rsidRPr="005E110E" w:rsidRDefault="00216C90" w:rsidP="005E110E">
            <w:pPr>
              <w:pStyle w:val="Punktygwne"/>
              <w:spacing w:before="0" w:after="0"/>
              <w:ind w:left="3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197919" w:rsidRPr="005E110E">
              <w:rPr>
                <w:rFonts w:ascii="Corbel" w:hAnsi="Corbel"/>
                <w:b w:val="0"/>
                <w:smallCaps w:val="0"/>
                <w:szCs w:val="24"/>
              </w:rPr>
              <w:t>bserwacja na zajęciach</w:t>
            </w:r>
            <w:r w:rsidR="0025688E" w:rsidRPr="005E110E">
              <w:rPr>
                <w:rFonts w:ascii="Corbel" w:hAnsi="Corbel"/>
                <w:b w:val="0"/>
                <w:smallCaps w:val="0"/>
                <w:szCs w:val="24"/>
              </w:rPr>
              <w:t xml:space="preserve">,  </w:t>
            </w:r>
          </w:p>
        </w:tc>
        <w:tc>
          <w:tcPr>
            <w:tcW w:w="2117" w:type="dxa"/>
          </w:tcPr>
          <w:p w:rsidR="0085747A" w:rsidRPr="005E110E" w:rsidRDefault="00BC68A5" w:rsidP="005E110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5E110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5688E" w:rsidRPr="009C54AE" w:rsidTr="005E110E">
        <w:tc>
          <w:tcPr>
            <w:tcW w:w="1730" w:type="dxa"/>
          </w:tcPr>
          <w:p w:rsidR="0025688E" w:rsidRPr="009C54AE" w:rsidRDefault="0025688E" w:rsidP="002568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673" w:type="dxa"/>
          </w:tcPr>
          <w:p w:rsidR="0025688E" w:rsidRPr="005E110E" w:rsidRDefault="0025688E" w:rsidP="005E110E">
            <w:pPr>
              <w:pStyle w:val="Punktygwne"/>
              <w:spacing w:before="0" w:after="0"/>
              <w:ind w:left="30"/>
              <w:rPr>
                <w:rFonts w:ascii="Corbel" w:hAnsi="Corbel"/>
                <w:b w:val="0"/>
                <w:smallCaps w:val="0"/>
                <w:szCs w:val="24"/>
              </w:rPr>
            </w:pPr>
            <w:r w:rsidRPr="005E110E">
              <w:rPr>
                <w:rFonts w:ascii="Corbel" w:hAnsi="Corbel"/>
                <w:b w:val="0"/>
                <w:smallCaps w:val="0"/>
                <w:szCs w:val="24"/>
              </w:rPr>
              <w:t xml:space="preserve">Aktywność na zajęciach, </w:t>
            </w:r>
            <w:r w:rsidR="00197919" w:rsidRPr="005E110E">
              <w:rPr>
                <w:rFonts w:ascii="Corbel" w:hAnsi="Corbel"/>
                <w:b w:val="0"/>
                <w:smallCaps w:val="0"/>
                <w:szCs w:val="24"/>
              </w:rPr>
              <w:t>obserwacja na zajęciach</w:t>
            </w:r>
          </w:p>
        </w:tc>
        <w:tc>
          <w:tcPr>
            <w:tcW w:w="2117" w:type="dxa"/>
          </w:tcPr>
          <w:p w:rsidR="0025688E" w:rsidRPr="005E110E" w:rsidRDefault="00BC68A5" w:rsidP="005E110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5E110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97919" w:rsidRPr="009C54AE" w:rsidTr="005E110E">
        <w:tc>
          <w:tcPr>
            <w:tcW w:w="1730" w:type="dxa"/>
          </w:tcPr>
          <w:p w:rsidR="00197919" w:rsidRPr="009C54AE" w:rsidRDefault="00197919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673" w:type="dxa"/>
          </w:tcPr>
          <w:p w:rsidR="00197919" w:rsidRPr="005E110E" w:rsidRDefault="00216C90" w:rsidP="005E110E">
            <w:pPr>
              <w:pStyle w:val="Punktygwne"/>
              <w:spacing w:before="0" w:after="0"/>
              <w:ind w:left="3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197919" w:rsidRPr="005E110E">
              <w:rPr>
                <w:rFonts w:ascii="Corbel" w:hAnsi="Corbel"/>
                <w:b w:val="0"/>
                <w:smallCaps w:val="0"/>
                <w:szCs w:val="24"/>
              </w:rPr>
              <w:t xml:space="preserve">apisanie scenariusza  zajęć </w:t>
            </w:r>
          </w:p>
        </w:tc>
        <w:tc>
          <w:tcPr>
            <w:tcW w:w="2117" w:type="dxa"/>
          </w:tcPr>
          <w:p w:rsidR="00197919" w:rsidRPr="005E110E" w:rsidRDefault="00197919" w:rsidP="005E110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5E110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97919" w:rsidRPr="009C54AE" w:rsidTr="005E110E">
        <w:tc>
          <w:tcPr>
            <w:tcW w:w="1730" w:type="dxa"/>
          </w:tcPr>
          <w:p w:rsidR="00197919" w:rsidRPr="009C54AE" w:rsidRDefault="00197919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673" w:type="dxa"/>
          </w:tcPr>
          <w:p w:rsidR="00197919" w:rsidRPr="005E110E" w:rsidRDefault="00216C90" w:rsidP="005E110E">
            <w:pPr>
              <w:pStyle w:val="Punktygwne"/>
              <w:spacing w:before="0" w:after="0"/>
              <w:ind w:left="3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197919" w:rsidRPr="005E110E">
              <w:rPr>
                <w:rFonts w:ascii="Corbel" w:hAnsi="Corbel"/>
                <w:b w:val="0"/>
                <w:smallCaps w:val="0"/>
                <w:szCs w:val="24"/>
              </w:rPr>
              <w:t>apisanie scenariusza  wycieczki –</w:t>
            </w:r>
            <w:r w:rsidR="005E110E">
              <w:rPr>
                <w:rFonts w:ascii="Corbel" w:hAnsi="Corbel"/>
                <w:b w:val="0"/>
                <w:smallCaps w:val="0"/>
                <w:szCs w:val="24"/>
              </w:rPr>
              <w:t>praca w</w:t>
            </w:r>
            <w:r w:rsidR="00197919" w:rsidRPr="005E110E">
              <w:rPr>
                <w:rFonts w:ascii="Corbel" w:hAnsi="Corbel"/>
                <w:b w:val="0"/>
                <w:smallCaps w:val="0"/>
                <w:szCs w:val="24"/>
              </w:rPr>
              <w:t xml:space="preserve"> grupach</w:t>
            </w:r>
          </w:p>
        </w:tc>
        <w:tc>
          <w:tcPr>
            <w:tcW w:w="2117" w:type="dxa"/>
          </w:tcPr>
          <w:p w:rsidR="00197919" w:rsidRPr="005E110E" w:rsidRDefault="00197919" w:rsidP="005E110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5E110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97919" w:rsidRPr="009C54AE" w:rsidTr="005E110E">
        <w:tc>
          <w:tcPr>
            <w:tcW w:w="1730" w:type="dxa"/>
          </w:tcPr>
          <w:p w:rsidR="00197919" w:rsidRPr="009C54AE" w:rsidRDefault="00BD083E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673" w:type="dxa"/>
          </w:tcPr>
          <w:p w:rsidR="00197919" w:rsidRPr="005E110E" w:rsidRDefault="00216C90" w:rsidP="005E110E">
            <w:pPr>
              <w:pStyle w:val="Punktygwne"/>
              <w:spacing w:before="0" w:after="0"/>
              <w:ind w:left="3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197919" w:rsidRPr="005E110E">
              <w:rPr>
                <w:rFonts w:ascii="Corbel" w:hAnsi="Corbel"/>
                <w:b w:val="0"/>
                <w:smallCaps w:val="0"/>
                <w:szCs w:val="24"/>
              </w:rPr>
              <w:t xml:space="preserve">bserwacja na zajęciach,  </w:t>
            </w:r>
          </w:p>
        </w:tc>
        <w:tc>
          <w:tcPr>
            <w:tcW w:w="2117" w:type="dxa"/>
          </w:tcPr>
          <w:p w:rsidR="00197919" w:rsidRPr="005E110E" w:rsidRDefault="00BD083E" w:rsidP="005E110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5E110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25688E" w:rsidRPr="00BC68A5" w:rsidRDefault="0025688E" w:rsidP="003F21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Ustalenie oceny zaliczeniowej na podstawie ocen cząstkowych za: 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przygotowanie się do zajęć, aktywność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udział w dyskusji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85747A" w:rsidRPr="009C54AE" w:rsidRDefault="0025688E" w:rsidP="00216C90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BC68A5">
              <w:rPr>
                <w:rFonts w:ascii="Corbel" w:hAnsi="Corbel"/>
                <w:b w:val="0"/>
                <w:smallCaps w:val="0"/>
                <w:szCs w:val="24"/>
              </w:rPr>
              <w:t>przygotow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anie 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D083E">
              <w:rPr>
                <w:rFonts w:ascii="Corbel" w:hAnsi="Corbel"/>
                <w:b w:val="0"/>
                <w:smallCaps w:val="0"/>
                <w:szCs w:val="24"/>
              </w:rPr>
              <w:t>scenariuszy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5E110E" w:rsidRDefault="002A4F2A" w:rsidP="00F645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E110E"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5E110E" w:rsidRDefault="00216C90" w:rsidP="00F645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C61DC5" w:rsidRPr="009C54AE" w:rsidRDefault="00C61DC5" w:rsidP="00BD08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C68A5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BC68A5">
              <w:rPr>
                <w:rFonts w:ascii="Corbel" w:hAnsi="Corbel"/>
                <w:sz w:val="24"/>
                <w:szCs w:val="24"/>
              </w:rPr>
              <w:t>przyg</w:t>
            </w:r>
            <w:r w:rsidR="00BC68A5">
              <w:rPr>
                <w:rFonts w:ascii="Corbel" w:hAnsi="Corbel"/>
                <w:sz w:val="24"/>
                <w:szCs w:val="24"/>
              </w:rPr>
              <w:t>o</w:t>
            </w:r>
            <w:r w:rsidR="00BC68A5">
              <w:rPr>
                <w:rFonts w:ascii="Corbel" w:hAnsi="Corbel"/>
                <w:sz w:val="24"/>
                <w:szCs w:val="24"/>
              </w:rPr>
              <w:t xml:space="preserve">towanie </w:t>
            </w:r>
            <w:r w:rsidR="00BD083E">
              <w:rPr>
                <w:rFonts w:ascii="Corbel" w:hAnsi="Corbel"/>
                <w:sz w:val="24"/>
                <w:szCs w:val="24"/>
              </w:rPr>
              <w:t>scenariuszy)</w:t>
            </w:r>
          </w:p>
        </w:tc>
        <w:tc>
          <w:tcPr>
            <w:tcW w:w="4677" w:type="dxa"/>
          </w:tcPr>
          <w:p w:rsidR="00B24700" w:rsidRDefault="00B24700" w:rsidP="00F645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24700" w:rsidRDefault="00B24700" w:rsidP="00F645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5E110E" w:rsidRDefault="00715DEA" w:rsidP="00F645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5E110E" w:rsidRDefault="00715DEA" w:rsidP="00F645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5E110E" w:rsidRDefault="00BD083E" w:rsidP="00F645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E110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F2192" w:rsidRDefault="003F2192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35572" w:rsidRPr="009C54AE" w:rsidTr="0071620A">
        <w:trPr>
          <w:trHeight w:val="397"/>
        </w:trPr>
        <w:tc>
          <w:tcPr>
            <w:tcW w:w="7513" w:type="dxa"/>
          </w:tcPr>
          <w:p w:rsidR="00216C90" w:rsidRDefault="00C36960" w:rsidP="00216C90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</w:t>
            </w:r>
            <w:r w:rsidR="00216C90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="00BD083E" w:rsidRDefault="00BD083E" w:rsidP="00B2470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76B0D">
              <w:rPr>
                <w:rFonts w:ascii="Corbel" w:hAnsi="Corbel"/>
                <w:b w:val="0"/>
                <w:smallCaps w:val="0"/>
                <w:szCs w:val="24"/>
              </w:rPr>
              <w:t>Budniak</w:t>
            </w:r>
            <w:proofErr w:type="spellEnd"/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 A., Edukacja społeczno-przyrodnicza dzieci w wieku prze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>szkolnym i młodszym szkolnym, Kraków 2009.</w:t>
            </w:r>
          </w:p>
          <w:p w:rsidR="00BD083E" w:rsidRDefault="00BD083E" w:rsidP="00B2470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Chauval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Chauval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P. </w:t>
            </w:r>
            <w:r w:rsidRPr="00E60638">
              <w:rPr>
                <w:rFonts w:ascii="Corbel" w:hAnsi="Corbel"/>
                <w:b w:val="0"/>
                <w:i/>
                <w:smallCaps w:val="0"/>
                <w:szCs w:val="24"/>
              </w:rPr>
              <w:t>Środowisko w  wychowaniu przedszkolnym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lady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2006;</w:t>
            </w:r>
          </w:p>
          <w:p w:rsidR="00BD083E" w:rsidRPr="00676B0D" w:rsidRDefault="00BD083E" w:rsidP="00B2470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AF2A4C">
              <w:rPr>
                <w:rFonts w:ascii="Corbel" w:hAnsi="Corbel"/>
                <w:b w:val="0"/>
                <w:smallCaps w:val="0"/>
                <w:szCs w:val="24"/>
              </w:rPr>
              <w:t xml:space="preserve">Co  warto  przedszkolakom  o  środowisku  naturalnym  opowiedzieć?  :  scenariusze  zajęć  dla sześciolatków  /  Małgorzata  </w:t>
            </w:r>
            <w:proofErr w:type="spellStart"/>
            <w:r w:rsidRPr="00AF2A4C">
              <w:rPr>
                <w:rFonts w:ascii="Corbel" w:hAnsi="Corbel"/>
                <w:b w:val="0"/>
                <w:smallCaps w:val="0"/>
                <w:szCs w:val="24"/>
              </w:rPr>
              <w:t>Grodzińska</w:t>
            </w:r>
            <w:proofErr w:type="spellEnd"/>
            <w:r w:rsidRPr="00AF2A4C">
              <w:rPr>
                <w:rFonts w:ascii="Corbel" w:hAnsi="Corbel"/>
                <w:b w:val="0"/>
                <w:smallCaps w:val="0"/>
                <w:szCs w:val="24"/>
              </w:rPr>
              <w:t>-Jurczak,  Katarzyna  Nieszpore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k,  Marta  </w:t>
            </w:r>
            <w:proofErr w:type="spellStart"/>
            <w:r w:rsidRPr="00676B0D">
              <w:rPr>
                <w:rFonts w:ascii="Corbel" w:hAnsi="Corbel"/>
                <w:b w:val="0"/>
                <w:smallCaps w:val="0"/>
                <w:szCs w:val="24"/>
              </w:rPr>
              <w:t>Tarabuła-Fiertak</w:t>
            </w:r>
            <w:proofErr w:type="spellEnd"/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., Kraków </w:t>
            </w:r>
            <w:r w:rsidRPr="00AF2A4C">
              <w:rPr>
                <w:rFonts w:ascii="Corbel" w:hAnsi="Corbel"/>
                <w:b w:val="0"/>
                <w:smallCaps w:val="0"/>
                <w:szCs w:val="24"/>
              </w:rPr>
              <w:t>2005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BD083E" w:rsidRPr="00676B0D" w:rsidRDefault="00BD083E" w:rsidP="00B2470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AF2A4C">
              <w:rPr>
                <w:rFonts w:ascii="Corbel" w:hAnsi="Corbel"/>
                <w:b w:val="0"/>
                <w:smallCaps w:val="0"/>
                <w:szCs w:val="24"/>
              </w:rPr>
              <w:t>Dzieci stają się przyjaciółmi przyrody: edukacja ekologiczna w pr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>ze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szkolu i szkole podstawowej </w:t>
            </w:r>
            <w:r w:rsidRPr="00AF2A4C">
              <w:rPr>
                <w:rFonts w:ascii="Corbel" w:hAnsi="Corbel"/>
                <w:b w:val="0"/>
                <w:smallCaps w:val="0"/>
                <w:szCs w:val="24"/>
              </w:rPr>
              <w:t>zabawy, pomysły i pro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jekty / </w:t>
            </w:r>
            <w:proofErr w:type="spellStart"/>
            <w:r w:rsidRPr="00676B0D">
              <w:rPr>
                <w:rFonts w:ascii="Corbel" w:hAnsi="Corbel"/>
                <w:b w:val="0"/>
                <w:smallCaps w:val="0"/>
                <w:szCs w:val="24"/>
              </w:rPr>
              <w:t>Hedwig</w:t>
            </w:r>
            <w:proofErr w:type="spellEnd"/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676B0D">
              <w:rPr>
                <w:rFonts w:ascii="Corbel" w:hAnsi="Corbel"/>
                <w:b w:val="0"/>
                <w:smallCaps w:val="0"/>
                <w:szCs w:val="24"/>
              </w:rPr>
              <w:t>Wi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>l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>ken</w:t>
            </w:r>
            <w:proofErr w:type="spellEnd"/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, Kielce </w:t>
            </w:r>
            <w:r w:rsidRPr="00AF2A4C">
              <w:rPr>
                <w:rFonts w:ascii="Corbel" w:hAnsi="Corbel"/>
                <w:b w:val="0"/>
                <w:smallCaps w:val="0"/>
                <w:szCs w:val="24"/>
              </w:rPr>
              <w:t>2004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AF2A4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BD083E" w:rsidRPr="00676B0D" w:rsidRDefault="00BD083E" w:rsidP="00B2470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676B0D">
              <w:rPr>
                <w:rFonts w:ascii="Corbel" w:hAnsi="Corbel"/>
                <w:b w:val="0"/>
                <w:smallCaps w:val="0"/>
                <w:szCs w:val="24"/>
              </w:rPr>
              <w:t>Podstawa programowa dla przedszkoli i edukacji wczesnoszkolnej</w:t>
            </w:r>
          </w:p>
          <w:p w:rsidR="00BD083E" w:rsidRPr="00676B0D" w:rsidRDefault="00BD083E" w:rsidP="00B2470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676B0D">
              <w:rPr>
                <w:rFonts w:ascii="Corbel" w:hAnsi="Corbel"/>
                <w:b w:val="0"/>
                <w:smallCaps w:val="0"/>
                <w:szCs w:val="24"/>
              </w:rPr>
              <w:t>Programy dla przedszkoli i edukacji wczesnoszkolnej</w:t>
            </w:r>
          </w:p>
          <w:p w:rsidR="00BD083E" w:rsidRPr="00216C90" w:rsidRDefault="00BD083E" w:rsidP="00B2470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676B0D">
              <w:rPr>
                <w:rFonts w:ascii="Corbel" w:hAnsi="Corbel"/>
                <w:b w:val="0"/>
                <w:smallCaps w:val="0"/>
                <w:szCs w:val="24"/>
              </w:rPr>
              <w:t>Niedzicki W. Laboratorium Wiktora, „Nowe laboratorium Wiktora”</w:t>
            </w:r>
            <w:r w:rsidR="00216C9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6C90">
              <w:rPr>
                <w:rFonts w:ascii="Corbel" w:hAnsi="Corbel"/>
                <w:b w:val="0"/>
                <w:smallCaps w:val="0"/>
                <w:szCs w:val="24"/>
              </w:rPr>
              <w:t>365 eksperymentów na każdy dzień roku. 2005</w:t>
            </w:r>
          </w:p>
          <w:p w:rsidR="00135572" w:rsidRPr="00BD083E" w:rsidRDefault="00BD083E" w:rsidP="00B2470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Edukacja  ekologiczna  w  procesie  kształcenia  wczesnoszkolnego:  założenia,  program,  propozycje metodyczne / Mirosława </w:t>
            </w:r>
            <w:proofErr w:type="spellStart"/>
            <w:r w:rsidRPr="00676B0D">
              <w:rPr>
                <w:rFonts w:ascii="Corbel" w:hAnsi="Corbel"/>
                <w:b w:val="0"/>
                <w:smallCaps w:val="0"/>
                <w:szCs w:val="24"/>
              </w:rPr>
              <w:t>Parlak</w:t>
            </w:r>
            <w:proofErr w:type="spellEnd"/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 .- Kielce 2005</w:t>
            </w:r>
          </w:p>
        </w:tc>
      </w:tr>
      <w:tr w:rsidR="00135572" w:rsidRPr="009C54AE" w:rsidTr="0071620A">
        <w:trPr>
          <w:trHeight w:val="397"/>
        </w:trPr>
        <w:tc>
          <w:tcPr>
            <w:tcW w:w="7513" w:type="dxa"/>
          </w:tcPr>
          <w:p w:rsidR="00135572" w:rsidRDefault="00135572" w:rsidP="001355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35572" w:rsidRPr="009C54AE" w:rsidRDefault="00BD083E" w:rsidP="00216C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Staszica Jadwiga, </w:t>
            </w:r>
            <w:r w:rsidRPr="009D13A3">
              <w:rPr>
                <w:rFonts w:ascii="Corbel" w:hAnsi="Corbel"/>
                <w:b w:val="0"/>
                <w:i/>
                <w:smallCaps w:val="0"/>
                <w:szCs w:val="24"/>
              </w:rPr>
              <w:t>Przyroda 160 pomysłów na nauczanie zintegrowane w klasach I-III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2008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94C" w:rsidRDefault="00BA294C" w:rsidP="00C16ABF">
      <w:pPr>
        <w:spacing w:after="0" w:line="240" w:lineRule="auto"/>
      </w:pPr>
      <w:r>
        <w:separator/>
      </w:r>
    </w:p>
  </w:endnote>
  <w:endnote w:type="continuationSeparator" w:id="0">
    <w:p w:rsidR="00BA294C" w:rsidRDefault="00BA294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94C" w:rsidRDefault="00BA294C" w:rsidP="00C16ABF">
      <w:pPr>
        <w:spacing w:after="0" w:line="240" w:lineRule="auto"/>
      </w:pPr>
      <w:r>
        <w:separator/>
      </w:r>
    </w:p>
  </w:footnote>
  <w:footnote w:type="continuationSeparator" w:id="0">
    <w:p w:rsidR="00BA294C" w:rsidRDefault="00BA294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02BFD"/>
    <w:multiLevelType w:val="hybridMultilevel"/>
    <w:tmpl w:val="AB044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D18FA"/>
    <w:multiLevelType w:val="hybridMultilevel"/>
    <w:tmpl w:val="E33AD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5D7"/>
    <w:rsid w:val="00065084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31D3"/>
    <w:rsid w:val="000F1C57"/>
    <w:rsid w:val="000F5615"/>
    <w:rsid w:val="001007A1"/>
    <w:rsid w:val="001018EC"/>
    <w:rsid w:val="00124BFF"/>
    <w:rsid w:val="0012560E"/>
    <w:rsid w:val="00127108"/>
    <w:rsid w:val="00134B13"/>
    <w:rsid w:val="00135572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203"/>
    <w:rsid w:val="001770C7"/>
    <w:rsid w:val="00192F37"/>
    <w:rsid w:val="00197919"/>
    <w:rsid w:val="001A70D2"/>
    <w:rsid w:val="001D657B"/>
    <w:rsid w:val="001D7B54"/>
    <w:rsid w:val="001E0209"/>
    <w:rsid w:val="001F2CA2"/>
    <w:rsid w:val="002144C0"/>
    <w:rsid w:val="00216C90"/>
    <w:rsid w:val="0022477D"/>
    <w:rsid w:val="002278A9"/>
    <w:rsid w:val="002336F9"/>
    <w:rsid w:val="0024028F"/>
    <w:rsid w:val="00244ABC"/>
    <w:rsid w:val="00250745"/>
    <w:rsid w:val="0025688E"/>
    <w:rsid w:val="00280951"/>
    <w:rsid w:val="00281FF2"/>
    <w:rsid w:val="002857DE"/>
    <w:rsid w:val="00290C21"/>
    <w:rsid w:val="00291567"/>
    <w:rsid w:val="002A22BF"/>
    <w:rsid w:val="002A2389"/>
    <w:rsid w:val="002A4F2A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192"/>
    <w:rsid w:val="003F38C0"/>
    <w:rsid w:val="00414E3C"/>
    <w:rsid w:val="0042244A"/>
    <w:rsid w:val="0042745A"/>
    <w:rsid w:val="00431D5C"/>
    <w:rsid w:val="00432B68"/>
    <w:rsid w:val="004362C6"/>
    <w:rsid w:val="00437058"/>
    <w:rsid w:val="00437FA2"/>
    <w:rsid w:val="00445970"/>
    <w:rsid w:val="00453CF0"/>
    <w:rsid w:val="0045729E"/>
    <w:rsid w:val="00461EFC"/>
    <w:rsid w:val="004652C2"/>
    <w:rsid w:val="004676FD"/>
    <w:rsid w:val="004706D1"/>
    <w:rsid w:val="00471326"/>
    <w:rsid w:val="0047598D"/>
    <w:rsid w:val="004840FD"/>
    <w:rsid w:val="00485E85"/>
    <w:rsid w:val="00490F7D"/>
    <w:rsid w:val="00491678"/>
    <w:rsid w:val="004968E2"/>
    <w:rsid w:val="004A3EEA"/>
    <w:rsid w:val="004A4D1F"/>
    <w:rsid w:val="004D03A5"/>
    <w:rsid w:val="004D0A4B"/>
    <w:rsid w:val="004D5282"/>
    <w:rsid w:val="004F1551"/>
    <w:rsid w:val="004F55A3"/>
    <w:rsid w:val="0050496F"/>
    <w:rsid w:val="00505CDF"/>
    <w:rsid w:val="00511266"/>
    <w:rsid w:val="00513B6F"/>
    <w:rsid w:val="00517C63"/>
    <w:rsid w:val="00523748"/>
    <w:rsid w:val="00526C94"/>
    <w:rsid w:val="005363C4"/>
    <w:rsid w:val="00536BDE"/>
    <w:rsid w:val="00543ACC"/>
    <w:rsid w:val="00556F5F"/>
    <w:rsid w:val="0056696D"/>
    <w:rsid w:val="00573EF9"/>
    <w:rsid w:val="0059484D"/>
    <w:rsid w:val="0059614A"/>
    <w:rsid w:val="005A0855"/>
    <w:rsid w:val="005A3196"/>
    <w:rsid w:val="005C080F"/>
    <w:rsid w:val="005C55E5"/>
    <w:rsid w:val="005C696A"/>
    <w:rsid w:val="005E110E"/>
    <w:rsid w:val="005E6E85"/>
    <w:rsid w:val="005F31D2"/>
    <w:rsid w:val="0061029B"/>
    <w:rsid w:val="006154ED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1EDB"/>
    <w:rsid w:val="006D050F"/>
    <w:rsid w:val="006D6139"/>
    <w:rsid w:val="006E5D65"/>
    <w:rsid w:val="006F1282"/>
    <w:rsid w:val="006F1FBC"/>
    <w:rsid w:val="006F31E2"/>
    <w:rsid w:val="006F7ECA"/>
    <w:rsid w:val="00706544"/>
    <w:rsid w:val="007072BA"/>
    <w:rsid w:val="00715DEA"/>
    <w:rsid w:val="0071620A"/>
    <w:rsid w:val="00724677"/>
    <w:rsid w:val="00725459"/>
    <w:rsid w:val="007327BD"/>
    <w:rsid w:val="00734608"/>
    <w:rsid w:val="00735996"/>
    <w:rsid w:val="0074398B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34CA"/>
    <w:rsid w:val="007C3299"/>
    <w:rsid w:val="007C3BCC"/>
    <w:rsid w:val="007C4546"/>
    <w:rsid w:val="007D6E56"/>
    <w:rsid w:val="007F1652"/>
    <w:rsid w:val="007F4155"/>
    <w:rsid w:val="00803EB6"/>
    <w:rsid w:val="0081554D"/>
    <w:rsid w:val="0081707E"/>
    <w:rsid w:val="0081737D"/>
    <w:rsid w:val="008449B3"/>
    <w:rsid w:val="00847721"/>
    <w:rsid w:val="00851B20"/>
    <w:rsid w:val="00851C4C"/>
    <w:rsid w:val="0085747A"/>
    <w:rsid w:val="00865074"/>
    <w:rsid w:val="008817F3"/>
    <w:rsid w:val="00884922"/>
    <w:rsid w:val="00885F64"/>
    <w:rsid w:val="008917F9"/>
    <w:rsid w:val="008A216E"/>
    <w:rsid w:val="008A45F7"/>
    <w:rsid w:val="008A633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380E"/>
    <w:rsid w:val="00915385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6F7"/>
    <w:rsid w:val="009C788E"/>
    <w:rsid w:val="009E3B41"/>
    <w:rsid w:val="009F3C5C"/>
    <w:rsid w:val="009F4610"/>
    <w:rsid w:val="00A00ECC"/>
    <w:rsid w:val="00A03CBE"/>
    <w:rsid w:val="00A155EE"/>
    <w:rsid w:val="00A1798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4967"/>
    <w:rsid w:val="00AB053C"/>
    <w:rsid w:val="00AB4973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4700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294C"/>
    <w:rsid w:val="00BB520A"/>
    <w:rsid w:val="00BC68A5"/>
    <w:rsid w:val="00BD083E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60"/>
    <w:rsid w:val="00C36992"/>
    <w:rsid w:val="00C56036"/>
    <w:rsid w:val="00C61DC5"/>
    <w:rsid w:val="00C67E92"/>
    <w:rsid w:val="00C70A26"/>
    <w:rsid w:val="00C75F0B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B8F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2EA8"/>
    <w:rsid w:val="00DE4A14"/>
    <w:rsid w:val="00DE5995"/>
    <w:rsid w:val="00DF320D"/>
    <w:rsid w:val="00DF71C8"/>
    <w:rsid w:val="00E129B8"/>
    <w:rsid w:val="00E21E7D"/>
    <w:rsid w:val="00E22FBC"/>
    <w:rsid w:val="00E24BF5"/>
    <w:rsid w:val="00E25338"/>
    <w:rsid w:val="00E275A5"/>
    <w:rsid w:val="00E432B0"/>
    <w:rsid w:val="00E51E44"/>
    <w:rsid w:val="00E63348"/>
    <w:rsid w:val="00E77E88"/>
    <w:rsid w:val="00E8107D"/>
    <w:rsid w:val="00E95F74"/>
    <w:rsid w:val="00E960BB"/>
    <w:rsid w:val="00EA2074"/>
    <w:rsid w:val="00EA4832"/>
    <w:rsid w:val="00EA4E9D"/>
    <w:rsid w:val="00EC4899"/>
    <w:rsid w:val="00ED03AB"/>
    <w:rsid w:val="00ED23C6"/>
    <w:rsid w:val="00ED32D2"/>
    <w:rsid w:val="00ED61F1"/>
    <w:rsid w:val="00EE32DE"/>
    <w:rsid w:val="00EE5457"/>
    <w:rsid w:val="00EF415F"/>
    <w:rsid w:val="00F070AB"/>
    <w:rsid w:val="00F17567"/>
    <w:rsid w:val="00F27A7B"/>
    <w:rsid w:val="00F526AF"/>
    <w:rsid w:val="00F617C3"/>
    <w:rsid w:val="00F6450E"/>
    <w:rsid w:val="00F7066B"/>
    <w:rsid w:val="00F83B28"/>
    <w:rsid w:val="00FA0577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8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FD9EF-1F96-4E40-B82C-368908F13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34</TotalTime>
  <Pages>1</Pages>
  <Words>1271</Words>
  <Characters>7626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2019-02-06T12:12:00Z</cp:lastPrinted>
  <dcterms:created xsi:type="dcterms:W3CDTF">2019-10-18T21:14:00Z</dcterms:created>
  <dcterms:modified xsi:type="dcterms:W3CDTF">2021-09-28T09:53:00Z</dcterms:modified>
</cp:coreProperties>
</file>